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D5210B" w:rsidRDefault="00D5210B" w:rsidP="00D5210B">
      <w:pPr>
        <w:pStyle w:val="En-tte"/>
        <w:tabs>
          <w:tab w:val="clear" w:pos="4536"/>
          <w:tab w:val="clear" w:pos="9072"/>
        </w:tabs>
        <w:ind w:left="4962"/>
        <w:rPr>
          <w:rFonts w:ascii="Optima" w:hAnsi="Optima"/>
          <w:sz w:val="20"/>
        </w:rPr>
      </w:pPr>
    </w:p>
    <w:p w14:paraId="76194FEC" w14:textId="69DD3AC5" w:rsidR="00C40340" w:rsidRDefault="00C40340" w:rsidP="00D5210B">
      <w:pPr>
        <w:pStyle w:val="En-tte"/>
        <w:tabs>
          <w:tab w:val="clear" w:pos="4536"/>
          <w:tab w:val="clear" w:pos="9072"/>
        </w:tabs>
        <w:ind w:left="4962"/>
        <w:rPr>
          <w:rFonts w:ascii="Optima" w:hAnsi="Optima"/>
          <w:sz w:val="20"/>
        </w:rPr>
      </w:pPr>
    </w:p>
    <w:p w14:paraId="736AF8F1" w14:textId="77777777" w:rsidR="00C40340" w:rsidRDefault="00C40340" w:rsidP="00D5210B">
      <w:pPr>
        <w:pStyle w:val="En-tte"/>
        <w:tabs>
          <w:tab w:val="clear" w:pos="4536"/>
          <w:tab w:val="clear" w:pos="9072"/>
        </w:tabs>
        <w:ind w:left="4962"/>
        <w:rPr>
          <w:rFonts w:ascii="Optima" w:hAnsi="Optima"/>
          <w:sz w:val="20"/>
        </w:rPr>
      </w:pPr>
    </w:p>
    <w:p w14:paraId="01DED666" w14:textId="77777777" w:rsidR="00C40340" w:rsidRDefault="00C40340" w:rsidP="00D5210B">
      <w:pPr>
        <w:pStyle w:val="En-tte"/>
        <w:tabs>
          <w:tab w:val="clear" w:pos="4536"/>
          <w:tab w:val="clear" w:pos="9072"/>
        </w:tabs>
        <w:ind w:left="4962"/>
        <w:rPr>
          <w:rFonts w:ascii="Optima" w:hAnsi="Optima"/>
          <w:sz w:val="20"/>
        </w:rPr>
      </w:pPr>
    </w:p>
    <w:p w14:paraId="17E92F41" w14:textId="77777777" w:rsidR="00C40340" w:rsidRDefault="00C40340" w:rsidP="00D5210B">
      <w:pPr>
        <w:pStyle w:val="En-tte"/>
        <w:tabs>
          <w:tab w:val="clear" w:pos="4536"/>
          <w:tab w:val="clear" w:pos="9072"/>
        </w:tabs>
        <w:ind w:left="4962"/>
        <w:rPr>
          <w:rFonts w:ascii="Optima" w:hAnsi="Optima"/>
          <w:sz w:val="20"/>
        </w:rPr>
      </w:pPr>
    </w:p>
    <w:p w14:paraId="3FA13A1B" w14:textId="77777777" w:rsidR="00156D56" w:rsidRPr="003D7055" w:rsidRDefault="00156D56" w:rsidP="00156D56">
      <w:pPr>
        <w:rPr>
          <w:rFonts w:ascii="Arial" w:hAnsi="Arial" w:cs="Arial"/>
          <w:sz w:val="20"/>
          <w:szCs w:val="20"/>
        </w:rPr>
      </w:pPr>
    </w:p>
    <w:p w14:paraId="273EF2EE" w14:textId="77777777" w:rsidR="00156D56" w:rsidRPr="00212CA1" w:rsidRDefault="00156D56" w:rsidP="00156D56">
      <w:pPr>
        <w:pStyle w:val="Titre10"/>
        <w:spacing w:before="0" w:after="0"/>
        <w:rPr>
          <w:rFonts w:cs="Arial"/>
          <w:sz w:val="10"/>
          <w:szCs w:val="10"/>
        </w:rPr>
      </w:pPr>
    </w:p>
    <w:p w14:paraId="34FA5520" w14:textId="35B4B911" w:rsidR="00156D56" w:rsidRPr="00212CA1" w:rsidRDefault="00156D56" w:rsidP="00156D56">
      <w:pPr>
        <w:pStyle w:val="Titre10"/>
        <w:spacing w:before="0" w:after="0"/>
        <w:rPr>
          <w:rFonts w:cs="Arial"/>
        </w:rPr>
      </w:pPr>
      <w:r>
        <w:rPr>
          <w:rFonts w:cs="Arial"/>
        </w:rPr>
        <w:t>CERTIFICAT DE VISITE</w:t>
      </w:r>
    </w:p>
    <w:p w14:paraId="42B97BE7" w14:textId="77777777" w:rsidR="00C40340" w:rsidRPr="00FB532D" w:rsidRDefault="00C40340" w:rsidP="00D5210B">
      <w:pPr>
        <w:pStyle w:val="En-tte"/>
        <w:tabs>
          <w:tab w:val="clear" w:pos="4536"/>
          <w:tab w:val="clear" w:pos="9072"/>
        </w:tabs>
        <w:ind w:left="4962"/>
        <w:rPr>
          <w:rFonts w:ascii="Optima" w:hAnsi="Optima"/>
          <w:sz w:val="20"/>
        </w:rPr>
      </w:pPr>
    </w:p>
    <w:p w14:paraId="42F60DBC" w14:textId="77777777" w:rsidR="0041721C" w:rsidRPr="0041721C" w:rsidRDefault="0041721C" w:rsidP="0041721C">
      <w:pPr>
        <w:shd w:val="clear" w:color="auto" w:fill="000080"/>
        <w:spacing w:before="120" w:after="120"/>
        <w:jc w:val="center"/>
        <w:rPr>
          <w:rFonts w:ascii="Arial" w:eastAsia="SimSun" w:hAnsi="Arial" w:cs="Arial"/>
          <w:b/>
          <w:caps/>
          <w:lang w:eastAsia="zh-CN"/>
        </w:rPr>
      </w:pPr>
      <w:r w:rsidRPr="0041721C">
        <w:rPr>
          <w:rFonts w:ascii="Arial" w:eastAsia="SimSun" w:hAnsi="Arial" w:cs="Arial"/>
          <w:b/>
          <w:caps/>
          <w:lang w:eastAsia="zh-CN"/>
        </w:rPr>
        <w:t xml:space="preserve">MARCHE RELATIF AUX TRAVAUX </w:t>
      </w:r>
    </w:p>
    <w:p w14:paraId="7479C99F" w14:textId="77777777" w:rsidR="0041721C" w:rsidRPr="0041721C" w:rsidRDefault="0041721C" w:rsidP="0041721C">
      <w:pPr>
        <w:shd w:val="clear" w:color="auto" w:fill="000080"/>
        <w:spacing w:before="120" w:after="120"/>
        <w:jc w:val="center"/>
        <w:rPr>
          <w:rFonts w:ascii="Arial" w:eastAsia="SimSun" w:hAnsi="Arial" w:cs="Arial"/>
          <w:b/>
          <w:caps/>
          <w:lang w:eastAsia="zh-CN"/>
        </w:rPr>
      </w:pPr>
      <w:r w:rsidRPr="0041721C">
        <w:rPr>
          <w:rFonts w:ascii="Arial" w:eastAsia="SimSun" w:hAnsi="Arial" w:cs="Arial"/>
          <w:b/>
          <w:caps/>
          <w:lang w:eastAsia="zh-CN"/>
        </w:rPr>
        <w:t>D’AMENAGEMENTS INTERIEURS DE LA FUTURE DIRECTION REGIONALE France TRAVAIL DE nancy (54)</w:t>
      </w:r>
    </w:p>
    <w:p w14:paraId="63386D19" w14:textId="77777777" w:rsidR="009C2F76" w:rsidRPr="00AD6FCA" w:rsidRDefault="009C2F76" w:rsidP="009C2F76">
      <w:pPr>
        <w:pStyle w:val="Titre10"/>
        <w:shd w:val="clear" w:color="auto" w:fill="000080"/>
        <w:spacing w:before="0" w:after="0"/>
        <w:jc w:val="both"/>
        <w:rPr>
          <w:rFonts w:ascii="Arial Gras" w:hAnsi="Arial Gras" w:hint="eastAsia"/>
          <w:bCs/>
          <w:caps w:val="0"/>
          <w:color w:val="FFFFFF"/>
        </w:rPr>
      </w:pPr>
      <w:r>
        <w:rPr>
          <w:rFonts w:ascii="Arial Gras" w:hAnsi="Arial Gras"/>
          <w:bCs/>
          <w:caps w:val="0"/>
          <w:color w:val="FFFFFF"/>
        </w:rPr>
        <w:t xml:space="preserve">                            </w:t>
      </w:r>
      <w:r w:rsidRPr="00AD6FCA">
        <w:rPr>
          <w:rFonts w:ascii="Arial Gras" w:hAnsi="Arial Gras"/>
          <w:bCs/>
          <w:caps w:val="0"/>
          <w:color w:val="FFFFFF"/>
        </w:rPr>
        <w:t xml:space="preserve">Numéro de consultation : </w:t>
      </w:r>
      <w:r>
        <w:rPr>
          <w:rFonts w:ascii="Arial Gras" w:hAnsi="Arial Gras"/>
          <w:bCs/>
          <w:caps w:val="0"/>
          <w:color w:val="FFFFFF"/>
        </w:rPr>
        <w:t xml:space="preserve"> 2025/DAFG/SAM/GDE/11</w:t>
      </w:r>
    </w:p>
    <w:p w14:paraId="06BE4F72" w14:textId="77777777" w:rsidR="009C2F76" w:rsidRDefault="009C2F76" w:rsidP="009C2F76">
      <w:pPr>
        <w:pStyle w:val="Titre10"/>
        <w:shd w:val="clear" w:color="auto" w:fill="000080"/>
        <w:spacing w:before="0" w:after="0"/>
        <w:rPr>
          <w:rFonts w:cs="Arial"/>
          <w:caps w:val="0"/>
          <w:sz w:val="20"/>
          <w:szCs w:val="20"/>
        </w:rPr>
      </w:pPr>
    </w:p>
    <w:p w14:paraId="0A37501D" w14:textId="77777777" w:rsidR="00AF698F" w:rsidRDefault="00AF698F" w:rsidP="001279E7"/>
    <w:p w14:paraId="5DAB6C7B" w14:textId="77777777" w:rsidR="001279E7" w:rsidRDefault="001279E7" w:rsidP="001279E7"/>
    <w:p w14:paraId="02EB378F" w14:textId="77777777" w:rsidR="0018234E" w:rsidRDefault="0018234E" w:rsidP="00C40340">
      <w:pPr>
        <w:jc w:val="center"/>
        <w:rPr>
          <w:rFonts w:ascii="Optima" w:hAnsi="Optima"/>
          <w:b/>
          <w:u w:val="single"/>
        </w:rPr>
      </w:pPr>
    </w:p>
    <w:p w14:paraId="6A05A809" w14:textId="77777777" w:rsidR="004528B5" w:rsidRDefault="004528B5" w:rsidP="004528B5"/>
    <w:p w14:paraId="5A39BBE3" w14:textId="77777777" w:rsidR="0018234E" w:rsidRDefault="0018234E" w:rsidP="004528B5"/>
    <w:p w14:paraId="384FD62B" w14:textId="77777777" w:rsidR="004528B5" w:rsidRPr="0012448B" w:rsidRDefault="004528B5" w:rsidP="004528B5">
      <w:pPr>
        <w:rPr>
          <w:rFonts w:ascii="Arial" w:hAnsi="Arial" w:cs="Arial"/>
          <w:b/>
        </w:rPr>
      </w:pPr>
      <w:r w:rsidRPr="0012448B">
        <w:rPr>
          <w:rFonts w:ascii="Arial" w:hAnsi="Arial" w:cs="Arial"/>
          <w:b/>
        </w:rPr>
        <w:t>Entreprise </w:t>
      </w:r>
      <w:r w:rsidRPr="0012448B">
        <w:rPr>
          <w:rFonts w:ascii="Arial" w:hAnsi="Arial" w:cs="Arial"/>
          <w:b/>
        </w:rPr>
        <w:tab/>
      </w:r>
      <w:r w:rsidRPr="0012448B">
        <w:rPr>
          <w:rFonts w:ascii="Arial" w:hAnsi="Arial" w:cs="Arial"/>
          <w:b/>
        </w:rPr>
        <w:tab/>
      </w:r>
      <w:r w:rsidR="001279E7">
        <w:rPr>
          <w:rFonts w:ascii="Arial" w:hAnsi="Arial" w:cs="Arial"/>
          <w:b/>
        </w:rPr>
        <w:t xml:space="preserve">      </w:t>
      </w:r>
      <w:r w:rsidRPr="0012448B">
        <w:rPr>
          <w:rFonts w:ascii="Arial" w:hAnsi="Arial" w:cs="Arial"/>
          <w:b/>
        </w:rPr>
        <w:t xml:space="preserve">:   </w:t>
      </w:r>
    </w:p>
    <w:p w14:paraId="41C8F396" w14:textId="77777777" w:rsidR="004528B5" w:rsidRPr="0012448B" w:rsidRDefault="004528B5" w:rsidP="004528B5">
      <w:pPr>
        <w:rPr>
          <w:rFonts w:ascii="Arial" w:hAnsi="Arial" w:cs="Arial"/>
          <w:sz w:val="22"/>
        </w:rPr>
      </w:pPr>
    </w:p>
    <w:p w14:paraId="72A3D3EC" w14:textId="77777777" w:rsidR="001360EC" w:rsidRPr="0012448B" w:rsidRDefault="001360EC" w:rsidP="004528B5">
      <w:pPr>
        <w:rPr>
          <w:rFonts w:ascii="Arial" w:hAnsi="Arial" w:cs="Arial"/>
          <w:sz w:val="22"/>
        </w:rPr>
      </w:pPr>
    </w:p>
    <w:p w14:paraId="2D9CC909" w14:textId="77777777" w:rsidR="004528B5" w:rsidRPr="0012448B" w:rsidRDefault="004528B5" w:rsidP="004528B5">
      <w:pPr>
        <w:rPr>
          <w:rFonts w:ascii="Arial" w:hAnsi="Arial" w:cs="Arial"/>
        </w:rPr>
      </w:pPr>
      <w:r w:rsidRPr="0012448B">
        <w:rPr>
          <w:rFonts w:ascii="Arial" w:hAnsi="Arial" w:cs="Arial"/>
          <w:b/>
        </w:rPr>
        <w:t xml:space="preserve">Nom </w:t>
      </w:r>
      <w:r w:rsidR="001279E7">
        <w:rPr>
          <w:rFonts w:ascii="Arial" w:hAnsi="Arial" w:cs="Arial"/>
          <w:b/>
        </w:rPr>
        <w:t xml:space="preserve">du </w:t>
      </w:r>
      <w:r w:rsidR="00AF698F">
        <w:rPr>
          <w:rFonts w:ascii="Arial" w:hAnsi="Arial" w:cs="Arial"/>
          <w:b/>
        </w:rPr>
        <w:t>représentant  :</w:t>
      </w:r>
      <w:r w:rsidRPr="0012448B">
        <w:rPr>
          <w:rFonts w:ascii="Arial" w:hAnsi="Arial" w:cs="Arial"/>
        </w:rPr>
        <w:tab/>
      </w:r>
      <w:r w:rsidRPr="0012448B">
        <w:rPr>
          <w:rFonts w:ascii="Arial" w:hAnsi="Arial" w:cs="Arial"/>
        </w:rPr>
        <w:tab/>
      </w:r>
    </w:p>
    <w:p w14:paraId="0D0B940D" w14:textId="77777777" w:rsidR="004528B5" w:rsidRPr="0012448B" w:rsidRDefault="004528B5" w:rsidP="004528B5">
      <w:pPr>
        <w:rPr>
          <w:rFonts w:ascii="Arial" w:hAnsi="Arial" w:cs="Arial"/>
        </w:rPr>
      </w:pPr>
    </w:p>
    <w:p w14:paraId="0CC5AABD" w14:textId="7E3E7635" w:rsidR="004528B5" w:rsidRDefault="004528B5" w:rsidP="004528B5">
      <w:r w:rsidRPr="0012448B">
        <w:rPr>
          <w:rFonts w:ascii="Arial" w:hAnsi="Arial" w:cs="Arial"/>
          <w:b/>
        </w:rPr>
        <w:t>Date </w:t>
      </w:r>
      <w:r w:rsidR="009A018D">
        <w:rPr>
          <w:rFonts w:ascii="Arial" w:hAnsi="Arial" w:cs="Arial"/>
          <w:b/>
        </w:rPr>
        <w:t>de visite</w:t>
      </w:r>
      <w:r w:rsidRPr="0012448B">
        <w:rPr>
          <w:rFonts w:ascii="Arial" w:hAnsi="Arial" w:cs="Arial"/>
          <w:b/>
        </w:rPr>
        <w:tab/>
      </w:r>
      <w:r>
        <w:rPr>
          <w:b/>
        </w:rPr>
        <w:tab/>
      </w:r>
      <w:r w:rsidR="001279E7">
        <w:rPr>
          <w:b/>
        </w:rPr>
        <w:t xml:space="preserve">       </w:t>
      </w:r>
      <w:r>
        <w:rPr>
          <w:b/>
        </w:rPr>
        <w:t xml:space="preserve">: </w:t>
      </w:r>
    </w:p>
    <w:p w14:paraId="0E27B00A" w14:textId="77777777" w:rsidR="001279E7" w:rsidRDefault="001279E7" w:rsidP="001279E7">
      <w:pPr>
        <w:ind w:left="3540" w:firstLine="708"/>
        <w:rPr>
          <w:b/>
        </w:rPr>
      </w:pPr>
    </w:p>
    <w:p w14:paraId="60061E4C" w14:textId="77777777" w:rsidR="001279E7" w:rsidRDefault="001279E7" w:rsidP="001279E7">
      <w:pPr>
        <w:ind w:left="3540" w:firstLine="708"/>
        <w:rPr>
          <w:b/>
        </w:rPr>
      </w:pPr>
    </w:p>
    <w:p w14:paraId="4DDBEF00" w14:textId="77777777" w:rsidR="00031C75" w:rsidRDefault="00031C75" w:rsidP="004528B5">
      <w:pPr>
        <w:rPr>
          <w:rFonts w:ascii="Arial" w:hAnsi="Arial" w:cs="Arial"/>
          <w:b/>
          <w:smallCaps/>
        </w:rPr>
      </w:pPr>
    </w:p>
    <w:p w14:paraId="3461D779" w14:textId="77777777" w:rsidR="00031C75" w:rsidRDefault="00031C75" w:rsidP="004528B5">
      <w:pPr>
        <w:rPr>
          <w:rFonts w:ascii="Arial" w:hAnsi="Arial" w:cs="Arial"/>
          <w:b/>
          <w:smallCaps/>
        </w:rPr>
      </w:pPr>
    </w:p>
    <w:p w14:paraId="3CF2D8B6" w14:textId="77777777" w:rsidR="00AF698F" w:rsidRDefault="00AF698F" w:rsidP="004528B5">
      <w:pPr>
        <w:rPr>
          <w:rFonts w:ascii="Arial" w:hAnsi="Arial" w:cs="Arial"/>
          <w:b/>
          <w:smallCaps/>
        </w:rPr>
      </w:pPr>
    </w:p>
    <w:p w14:paraId="39427778" w14:textId="37513A0F" w:rsidR="00AF698F" w:rsidRPr="00AF698F" w:rsidRDefault="002E582C" w:rsidP="42B005D1">
      <w:pPr>
        <w:rPr>
          <w:rFonts w:ascii="Arial" w:hAnsi="Arial" w:cs="Arial"/>
          <w:b/>
          <w:bCs/>
          <w:i/>
          <w:iCs/>
          <w:u w:val="single"/>
        </w:rPr>
      </w:pPr>
      <w:r w:rsidRPr="42B005D1">
        <w:rPr>
          <w:rFonts w:ascii="Arial" w:hAnsi="Arial" w:cs="Arial"/>
          <w:b/>
          <w:bCs/>
          <w:i/>
          <w:iCs/>
          <w:u w:val="single"/>
        </w:rPr>
        <w:t>La visite dans le cadre de cette consultation est facultative. Pour les entreprises ayant effectué la visite, c</w:t>
      </w:r>
      <w:r w:rsidR="00AF698F" w:rsidRPr="42B005D1">
        <w:rPr>
          <w:rFonts w:ascii="Arial" w:hAnsi="Arial" w:cs="Arial"/>
          <w:b/>
          <w:bCs/>
          <w:i/>
          <w:iCs/>
          <w:u w:val="single"/>
        </w:rPr>
        <w:t>e certificat doit être émargé et être joint au dossier d’offre du candidat</w:t>
      </w:r>
      <w:r w:rsidR="004A4D9C" w:rsidRPr="42B005D1">
        <w:rPr>
          <w:rFonts w:ascii="Arial" w:hAnsi="Arial" w:cs="Arial"/>
          <w:b/>
          <w:bCs/>
          <w:i/>
          <w:iCs/>
          <w:u w:val="single"/>
        </w:rPr>
        <w:t xml:space="preserve"> </w:t>
      </w:r>
    </w:p>
    <w:p w14:paraId="4A0DFF4B" w14:textId="370E29BE" w:rsidR="677AE18C" w:rsidRDefault="677AE18C" w:rsidP="677AE18C">
      <w:pPr>
        <w:rPr>
          <w:rFonts w:ascii="Arial" w:hAnsi="Arial" w:cs="Arial"/>
          <w:b/>
          <w:bCs/>
          <w:i/>
          <w:iCs/>
          <w:u w:val="single"/>
        </w:rPr>
      </w:pPr>
    </w:p>
    <w:p w14:paraId="2F6D739D" w14:textId="1B138888" w:rsidR="677AE18C" w:rsidRDefault="677AE18C" w:rsidP="677AE18C">
      <w:pPr>
        <w:rPr>
          <w:rFonts w:ascii="Arial" w:hAnsi="Arial" w:cs="Arial"/>
          <w:b/>
          <w:bCs/>
          <w:i/>
          <w:iCs/>
          <w:u w:val="single"/>
        </w:rPr>
      </w:pPr>
    </w:p>
    <w:p w14:paraId="593DCE61" w14:textId="6B12CC75" w:rsidR="677AE18C" w:rsidRDefault="677AE18C" w:rsidP="677AE18C">
      <w:pPr>
        <w:rPr>
          <w:rFonts w:ascii="Arial" w:hAnsi="Arial" w:cs="Arial"/>
          <w:b/>
          <w:bCs/>
          <w:i/>
          <w:iCs/>
          <w:u w:val="single"/>
        </w:rPr>
      </w:pPr>
    </w:p>
    <w:p w14:paraId="7C9C1444" w14:textId="25FC922F" w:rsidR="677AE18C" w:rsidRDefault="677AE18C" w:rsidP="677AE18C">
      <w:pPr>
        <w:rPr>
          <w:rFonts w:ascii="Arial" w:hAnsi="Arial" w:cs="Arial"/>
          <w:b/>
          <w:bCs/>
          <w:i/>
          <w:iCs/>
          <w:u w:val="single"/>
        </w:rPr>
      </w:pPr>
    </w:p>
    <w:p w14:paraId="1FC39945" w14:textId="62DFED18" w:rsidR="00AF698F" w:rsidRDefault="00C40340" w:rsidP="05E307FB">
      <w:pPr>
        <w:rPr>
          <w:rFonts w:ascii="Arial" w:hAnsi="Arial" w:cs="Arial"/>
          <w:b/>
          <w:bCs/>
          <w:smallCaps/>
        </w:rPr>
      </w:pPr>
      <w:r w:rsidRPr="00C40340">
        <w:rPr>
          <w:rFonts w:ascii="Arial" w:hAnsi="Arial" w:cs="Arial"/>
          <w:b/>
          <w:smallCaps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AC93ACA" wp14:editId="39A7456E">
                <wp:simplePos x="0" y="0"/>
                <wp:positionH relativeFrom="column">
                  <wp:posOffset>3231515</wp:posOffset>
                </wp:positionH>
                <wp:positionV relativeFrom="paragraph">
                  <wp:posOffset>106892</wp:posOffset>
                </wp:positionV>
                <wp:extent cx="2360930" cy="1117600"/>
                <wp:effectExtent l="0" t="0" r="24130" b="25400"/>
                <wp:wrapSquare wrapText="bothSides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1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8346A5" w14:textId="0BB58B7F" w:rsidR="00C40340" w:rsidRPr="00C40340" w:rsidRDefault="00C40340" w:rsidP="00C40340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SIGNATURE </w:t>
                            </w:r>
                            <w:r w:rsidR="00712C8D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DU </w:t>
                            </w:r>
                            <w:r w:rsidR="0019553B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REPRESENTANT France TRAVAIL</w:t>
                            </w:r>
                          </w:p>
                          <w:p w14:paraId="643A041A" w14:textId="77777777" w:rsidR="00C40340" w:rsidRPr="00C40340" w:rsidRDefault="00C40340" w:rsidP="00C40340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C40340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NOM ET QUALITE DU SIGNATAIRE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C93AC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54.45pt;margin-top:8.4pt;width:185.9pt;height:88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">
                <v:textbox>
                  <w:txbxContent>
                    <w:p w14:paraId="418346A5" w14:textId="0BB58B7F" w:rsidR="00C40340" w:rsidRPr="00C40340" w:rsidRDefault="00C40340" w:rsidP="00C40340">
                      <w:p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SIGNATURE </w:t>
                      </w:r>
                      <w:r w:rsidR="00712C8D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DU </w:t>
                      </w:r>
                      <w:r w:rsidR="0019553B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REPRESENTANT France TRAVAIL</w:t>
                      </w:r>
                    </w:p>
                    <w:p w14:paraId="643A041A" w14:textId="77777777" w:rsidR="00C40340" w:rsidRPr="00C40340" w:rsidRDefault="00C40340" w:rsidP="00C40340">
                      <w:p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C40340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NOM ET QUALITE DU SIGNATAIRE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40340">
        <w:rPr>
          <w:rFonts w:ascii="Arial" w:hAnsi="Arial" w:cs="Arial"/>
          <w:b/>
          <w:smallCap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FB402F2" wp14:editId="032F720A">
                <wp:simplePos x="0" y="0"/>
                <wp:positionH relativeFrom="column">
                  <wp:posOffset>-314325</wp:posOffset>
                </wp:positionH>
                <wp:positionV relativeFrom="paragraph">
                  <wp:posOffset>88265</wp:posOffset>
                </wp:positionV>
                <wp:extent cx="2360930" cy="1117600"/>
                <wp:effectExtent l="0" t="0" r="24130" b="2540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1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451D60" w14:textId="11E60AE0" w:rsidR="00C40340" w:rsidRPr="00C40340" w:rsidRDefault="00C40340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C40340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SIGNATURE ENTREPRISE</w:t>
                            </w:r>
                          </w:p>
                          <w:p w14:paraId="35FBA497" w14:textId="37A89ABD" w:rsidR="00C40340" w:rsidRPr="00C40340" w:rsidRDefault="00C40340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C40340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NOM ET QUALITE DU SIGNATAIRE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_x0000_s1027" style="position:absolute;margin-left:-24.75pt;margin-top:6.95pt;width:185.9pt;height:88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" w14:anchorId="3FB402F2">
                <v:textbox>
                  <w:txbxContent>
                    <w:p w:rsidRPr="00C40340" w:rsidR="00C40340" w:rsidRDefault="00C40340" w14:paraId="0E451D60" w14:textId="11E60AE0">
                      <w:p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C40340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SIGNATURE ENTREPRISE</w:t>
                      </w:r>
                    </w:p>
                    <w:p w:rsidRPr="00C40340" w:rsidR="00C40340" w:rsidRDefault="00C40340" w14:paraId="35FBA497" w14:textId="37A89ABD">
                      <w:p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C40340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NOM ET QUALITE DU SIGNATAIRE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562CB0E" w14:textId="3B12FF7B" w:rsidR="00AF698F" w:rsidRPr="0012448B" w:rsidRDefault="00AF698F" w:rsidP="004528B5">
      <w:pPr>
        <w:rPr>
          <w:rFonts w:ascii="Arial" w:hAnsi="Arial" w:cs="Arial"/>
          <w:b/>
          <w:smallCaps/>
        </w:rPr>
      </w:pPr>
    </w:p>
    <w:p w14:paraId="34CE0A41" w14:textId="4B0A8164" w:rsidR="004528B5" w:rsidRPr="0012448B" w:rsidRDefault="004528B5" w:rsidP="004528B5">
      <w:pPr>
        <w:pStyle w:val="Titre2"/>
        <w:rPr>
          <w:rFonts w:ascii="Arial" w:hAnsi="Arial" w:cs="Arial"/>
          <w:smallCaps/>
          <w:sz w:val="24"/>
          <w:szCs w:val="24"/>
        </w:rPr>
      </w:pPr>
      <w:r w:rsidRPr="0012448B">
        <w:rPr>
          <w:rFonts w:ascii="Arial" w:hAnsi="Arial" w:cs="Arial"/>
          <w:smallCaps/>
          <w:szCs w:val="24"/>
        </w:rPr>
        <w:tab/>
      </w:r>
      <w:r w:rsidRPr="0012448B">
        <w:rPr>
          <w:rFonts w:ascii="Arial" w:hAnsi="Arial" w:cs="Arial"/>
          <w:smallCaps/>
          <w:szCs w:val="24"/>
        </w:rPr>
        <w:tab/>
      </w:r>
      <w:r w:rsidRPr="0012448B">
        <w:rPr>
          <w:rFonts w:ascii="Arial" w:hAnsi="Arial" w:cs="Arial"/>
          <w:smallCaps/>
          <w:szCs w:val="24"/>
        </w:rPr>
        <w:tab/>
      </w:r>
      <w:r w:rsidRPr="0012448B">
        <w:rPr>
          <w:rFonts w:ascii="Arial" w:hAnsi="Arial" w:cs="Arial"/>
          <w:smallCaps/>
          <w:szCs w:val="24"/>
        </w:rPr>
        <w:tab/>
      </w:r>
      <w:r w:rsidRPr="0012448B">
        <w:rPr>
          <w:rFonts w:ascii="Arial" w:hAnsi="Arial" w:cs="Arial"/>
          <w:smallCaps/>
          <w:szCs w:val="24"/>
        </w:rPr>
        <w:tab/>
      </w:r>
    </w:p>
    <w:sectPr w:rsidR="004528B5" w:rsidRPr="0012448B" w:rsidSect="00BF445F">
      <w:headerReference w:type="default" r:id="rId10"/>
      <w:footerReference w:type="default" r:id="rId11"/>
      <w:pgSz w:w="11906" w:h="16838"/>
      <w:pgMar w:top="1417" w:right="849" w:bottom="1417" w:left="1701" w:header="708" w:footer="2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BF3C5" w14:textId="77777777" w:rsidR="00DD4406" w:rsidRDefault="00DD4406">
      <w:r>
        <w:separator/>
      </w:r>
    </w:p>
  </w:endnote>
  <w:endnote w:type="continuationSeparator" w:id="0">
    <w:p w14:paraId="6D98A12B" w14:textId="77777777" w:rsidR="00DD4406" w:rsidRDefault="00DD4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Gras">
    <w:panose1 w:val="020B07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B47ED" w14:textId="73F32FCA" w:rsidR="00ED2DD2" w:rsidRDefault="677AE18C" w:rsidP="677AE18C">
    <w:pPr>
      <w:pStyle w:val="Pieddepage"/>
      <w:tabs>
        <w:tab w:val="clear" w:pos="4536"/>
        <w:tab w:val="clear" w:pos="9072"/>
      </w:tabs>
      <w:ind w:left="-709"/>
      <w:jc w:val="center"/>
      <w:rPr>
        <w:rFonts w:ascii="Arial" w:hAnsi="Arial" w:cs="Arial"/>
        <w:b/>
        <w:bCs/>
        <w:sz w:val="16"/>
        <w:szCs w:val="16"/>
      </w:rPr>
    </w:pPr>
    <w:r w:rsidRPr="677AE18C">
      <w:rPr>
        <w:rFonts w:ascii="Arial" w:hAnsi="Arial" w:cs="Arial"/>
        <w:b/>
        <w:bCs/>
        <w:sz w:val="16"/>
        <w:szCs w:val="16"/>
      </w:rPr>
      <w:t xml:space="preserve">France Travail – Direction Régionale </w:t>
    </w:r>
    <w:r w:rsidR="00510A04">
      <w:rPr>
        <w:rFonts w:ascii="Arial" w:hAnsi="Arial" w:cs="Arial"/>
        <w:b/>
        <w:bCs/>
        <w:sz w:val="16"/>
        <w:szCs w:val="16"/>
      </w:rPr>
      <w:t>Grand Est</w:t>
    </w:r>
  </w:p>
  <w:p w14:paraId="32E8D924" w14:textId="33DDC23C" w:rsidR="00D5210B" w:rsidRPr="00D5210B" w:rsidRDefault="00510A04" w:rsidP="00510A04">
    <w:pPr>
      <w:pStyle w:val="Pieddepage"/>
      <w:tabs>
        <w:tab w:val="clear" w:pos="4536"/>
        <w:tab w:val="clear" w:pos="9072"/>
      </w:tabs>
      <w:ind w:hanging="709"/>
      <w:jc w:val="center"/>
      <w:rPr>
        <w:rFonts w:ascii="Arial" w:hAnsi="Arial" w:cs="Arial"/>
        <w:b/>
        <w:sz w:val="16"/>
        <w:szCs w:val="16"/>
      </w:rPr>
    </w:pPr>
    <w:r w:rsidRPr="00510A04">
      <w:rPr>
        <w:rFonts w:ascii="Arial" w:hAnsi="Arial" w:cs="Arial"/>
        <w:b/>
        <w:sz w:val="16"/>
        <w:szCs w:val="16"/>
      </w:rPr>
      <w:t>: Immeuble Octopus, 4 a rue de la Haye, 67300 Schiltigheim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46DB82" w14:textId="77777777" w:rsidR="00DD4406" w:rsidRDefault="00DD4406">
      <w:r>
        <w:separator/>
      </w:r>
    </w:p>
  </w:footnote>
  <w:footnote w:type="continuationSeparator" w:id="0">
    <w:p w14:paraId="5997CC1D" w14:textId="77777777" w:rsidR="00DD4406" w:rsidRDefault="00DD4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FFD37" w14:textId="6464E38C" w:rsidR="00ED2DD2" w:rsidRDefault="00C40340" w:rsidP="00C40340">
    <w:pPr>
      <w:pStyle w:val="En-tte"/>
      <w:tabs>
        <w:tab w:val="clear" w:pos="9072"/>
      </w:tabs>
      <w:ind w:right="229" w:hanging="851"/>
    </w:pPr>
    <w:r>
      <w:rPr>
        <w:noProof/>
      </w:rPr>
      <w:drawing>
        <wp:anchor distT="0" distB="0" distL="114300" distR="114300" simplePos="0" relativeHeight="251659776" behindDoc="0" locked="0" layoutInCell="1" allowOverlap="1" wp14:anchorId="0D7A6481" wp14:editId="2B6E58E5">
          <wp:simplePos x="0" y="0"/>
          <wp:positionH relativeFrom="column">
            <wp:posOffset>0</wp:posOffset>
          </wp:positionH>
          <wp:positionV relativeFrom="paragraph">
            <wp:posOffset>172720</wp:posOffset>
          </wp:positionV>
          <wp:extent cx="2785110" cy="926971"/>
          <wp:effectExtent l="0" t="0" r="0" b="6985"/>
          <wp:wrapSquare wrapText="bothSides"/>
          <wp:docPr id="58" name="Image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5110" cy="9269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526"/>
    <w:rsid w:val="00031C75"/>
    <w:rsid w:val="00071EB8"/>
    <w:rsid w:val="00075BD8"/>
    <w:rsid w:val="000C4D3D"/>
    <w:rsid w:val="0012448B"/>
    <w:rsid w:val="001279E7"/>
    <w:rsid w:val="00131E3D"/>
    <w:rsid w:val="001360EC"/>
    <w:rsid w:val="00156D56"/>
    <w:rsid w:val="0018234E"/>
    <w:rsid w:val="0019553B"/>
    <w:rsid w:val="002157A6"/>
    <w:rsid w:val="0021734B"/>
    <w:rsid w:val="00245642"/>
    <w:rsid w:val="00262FCB"/>
    <w:rsid w:val="002E582C"/>
    <w:rsid w:val="002E6925"/>
    <w:rsid w:val="0032712B"/>
    <w:rsid w:val="00330035"/>
    <w:rsid w:val="00336D8E"/>
    <w:rsid w:val="003A552A"/>
    <w:rsid w:val="003E3D70"/>
    <w:rsid w:val="0041721C"/>
    <w:rsid w:val="0042270E"/>
    <w:rsid w:val="00436FAE"/>
    <w:rsid w:val="004528B5"/>
    <w:rsid w:val="004A0F3C"/>
    <w:rsid w:val="004A4D9C"/>
    <w:rsid w:val="004C28CD"/>
    <w:rsid w:val="004F4277"/>
    <w:rsid w:val="00510A04"/>
    <w:rsid w:val="00545BFC"/>
    <w:rsid w:val="00553B2D"/>
    <w:rsid w:val="0055425D"/>
    <w:rsid w:val="005A261F"/>
    <w:rsid w:val="005D609E"/>
    <w:rsid w:val="00603280"/>
    <w:rsid w:val="0063103B"/>
    <w:rsid w:val="0063476F"/>
    <w:rsid w:val="006A0787"/>
    <w:rsid w:val="00712C8D"/>
    <w:rsid w:val="0071526A"/>
    <w:rsid w:val="00723A69"/>
    <w:rsid w:val="00736567"/>
    <w:rsid w:val="00797198"/>
    <w:rsid w:val="00872C65"/>
    <w:rsid w:val="0089635E"/>
    <w:rsid w:val="008B6E3F"/>
    <w:rsid w:val="008C003E"/>
    <w:rsid w:val="008C3727"/>
    <w:rsid w:val="008E277D"/>
    <w:rsid w:val="00907247"/>
    <w:rsid w:val="0092542C"/>
    <w:rsid w:val="00951BD7"/>
    <w:rsid w:val="009624A0"/>
    <w:rsid w:val="009A018D"/>
    <w:rsid w:val="009C2F76"/>
    <w:rsid w:val="009D7652"/>
    <w:rsid w:val="009E2DA0"/>
    <w:rsid w:val="00A43A39"/>
    <w:rsid w:val="00A47E54"/>
    <w:rsid w:val="00A61996"/>
    <w:rsid w:val="00A81FE0"/>
    <w:rsid w:val="00A976BF"/>
    <w:rsid w:val="00AD3B5E"/>
    <w:rsid w:val="00AF02CC"/>
    <w:rsid w:val="00AF698F"/>
    <w:rsid w:val="00B24D3C"/>
    <w:rsid w:val="00B50950"/>
    <w:rsid w:val="00B53BB8"/>
    <w:rsid w:val="00B71700"/>
    <w:rsid w:val="00BF445F"/>
    <w:rsid w:val="00C40340"/>
    <w:rsid w:val="00C50E1D"/>
    <w:rsid w:val="00C653C2"/>
    <w:rsid w:val="00C7705F"/>
    <w:rsid w:val="00C84150"/>
    <w:rsid w:val="00C84F0B"/>
    <w:rsid w:val="00C95F45"/>
    <w:rsid w:val="00CB0526"/>
    <w:rsid w:val="00CC4BF1"/>
    <w:rsid w:val="00CF4D41"/>
    <w:rsid w:val="00D1160D"/>
    <w:rsid w:val="00D177CB"/>
    <w:rsid w:val="00D5210B"/>
    <w:rsid w:val="00D708DA"/>
    <w:rsid w:val="00DC6F61"/>
    <w:rsid w:val="00DD1E1D"/>
    <w:rsid w:val="00DD4406"/>
    <w:rsid w:val="00DD60A2"/>
    <w:rsid w:val="00E05934"/>
    <w:rsid w:val="00E146C0"/>
    <w:rsid w:val="00E2315D"/>
    <w:rsid w:val="00E26D1C"/>
    <w:rsid w:val="00E32C40"/>
    <w:rsid w:val="00E33D4A"/>
    <w:rsid w:val="00E853C9"/>
    <w:rsid w:val="00ED2DD2"/>
    <w:rsid w:val="00ED5ABA"/>
    <w:rsid w:val="00F54D2E"/>
    <w:rsid w:val="00F81409"/>
    <w:rsid w:val="00F9AF44"/>
    <w:rsid w:val="05E307FB"/>
    <w:rsid w:val="15337263"/>
    <w:rsid w:val="25FC8CC9"/>
    <w:rsid w:val="3D46F391"/>
    <w:rsid w:val="3F35CD3D"/>
    <w:rsid w:val="42B005D1"/>
    <w:rsid w:val="4A23E091"/>
    <w:rsid w:val="65A6C9E1"/>
    <w:rsid w:val="677AE18C"/>
    <w:rsid w:val="718B98E7"/>
    <w:rsid w:val="72691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10230CDE"/>
  <w15:chartTrackingRefBased/>
  <w15:docId w15:val="{855F673B-3869-4DC0-B4F8-516A65FF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paragraph" w:styleId="Titre1">
    <w:name w:val="heading 1"/>
    <w:basedOn w:val="Normal"/>
    <w:next w:val="Normal"/>
    <w:qFormat/>
    <w:rsid w:val="004528B5"/>
    <w:pPr>
      <w:keepNext/>
      <w:jc w:val="center"/>
      <w:outlineLvl w:val="0"/>
    </w:pPr>
    <w:rPr>
      <w:b/>
      <w:sz w:val="40"/>
      <w:szCs w:val="20"/>
    </w:rPr>
  </w:style>
  <w:style w:type="paragraph" w:styleId="Titre2">
    <w:name w:val="heading 2"/>
    <w:basedOn w:val="Normal"/>
    <w:next w:val="Normal"/>
    <w:qFormat/>
    <w:rsid w:val="004528B5"/>
    <w:pPr>
      <w:keepNext/>
      <w:outlineLvl w:val="1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Pr>
      <w:rFonts w:ascii="Arial" w:hAnsi="Arial" w:cs="Arial"/>
      <w:sz w:val="20"/>
    </w:rPr>
  </w:style>
  <w:style w:type="character" w:styleId="Lienhypertexte">
    <w:name w:val="Hyperlink"/>
    <w:rsid w:val="00ED5ABA"/>
    <w:rPr>
      <w:color w:val="0000FF"/>
      <w:u w:val="single"/>
    </w:rPr>
  </w:style>
  <w:style w:type="paragraph" w:styleId="Textedebulles">
    <w:name w:val="Balloon Text"/>
    <w:basedOn w:val="Normal"/>
    <w:semiHidden/>
    <w:rsid w:val="00723A69"/>
    <w:rPr>
      <w:rFonts w:ascii="Tahoma" w:hAnsi="Tahoma" w:cs="Tahoma"/>
      <w:sz w:val="16"/>
      <w:szCs w:val="16"/>
    </w:rPr>
  </w:style>
  <w:style w:type="paragraph" w:customStyle="1" w:styleId="Titre10">
    <w:name w:val="Titre1"/>
    <w:basedOn w:val="Normal"/>
    <w:rsid w:val="009C2F76"/>
    <w:pPr>
      <w:shd w:val="clear" w:color="auto" w:fill="E6E6E6"/>
      <w:spacing w:before="120" w:after="120"/>
      <w:jc w:val="center"/>
    </w:pPr>
    <w:rPr>
      <w:rFonts w:ascii="Arial" w:eastAsia="SimSun" w:hAnsi="Arial"/>
      <w:b/>
      <w:caps/>
      <w:lang w:eastAsia="zh-CN"/>
    </w:rPr>
  </w:style>
  <w:style w:type="character" w:styleId="Marquedecommentaire">
    <w:name w:val="annotation reference"/>
    <w:basedOn w:val="Policepardfaut"/>
    <w:rsid w:val="00AD3B5E"/>
    <w:rPr>
      <w:sz w:val="16"/>
      <w:szCs w:val="16"/>
    </w:rPr>
  </w:style>
  <w:style w:type="paragraph" w:styleId="Commentaire">
    <w:name w:val="annotation text"/>
    <w:basedOn w:val="Normal"/>
    <w:link w:val="CommentaireCar"/>
    <w:rsid w:val="00AD3B5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AD3B5E"/>
    <w:rPr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AD3B5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AD3B5E"/>
    <w:rPr>
      <w:b/>
      <w:bCs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5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29927">
          <w:marLeft w:val="1134"/>
          <w:marRight w:val="9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2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715196\DONNEES\Mod&#232;les\gabarit%20courri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16C61C4BF74F4EBD39F20A008F55FC" ma:contentTypeVersion="9" ma:contentTypeDescription="Crée un document." ma:contentTypeScope="" ma:versionID="838f744b7d39475683237b150a56a576">
  <xsd:schema xmlns:xsd="http://www.w3.org/2001/XMLSchema" xmlns:xs="http://www.w3.org/2001/XMLSchema" xmlns:p="http://schemas.microsoft.com/office/2006/metadata/properties" xmlns:ns2="e81690aa-863a-493d-96a4-ced97de7fe1a" targetNamespace="http://schemas.microsoft.com/office/2006/metadata/properties" ma:root="true" ma:fieldsID="85d25e969f3aee000321e27a384d81fc" ns2:_="">
    <xsd:import namespace="e81690aa-863a-493d-96a4-ced97de7fe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1690aa-863a-493d-96a4-ced97de7fe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1690aa-863a-493d-96a4-ced97de7fe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3A5B770-28C6-4B01-A6A2-9F6CBC34BB8B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02D5D11-6379-40F3-AFFB-EE9F68AB8C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C17CDB-049F-441C-97DB-1D2D2B4365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1690aa-863a-493d-96a4-ced97de7fe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B1A5E5-BBE5-4263-86CA-05F900DDEA66}">
  <ds:schemaRefs>
    <ds:schemaRef ds:uri="http://schemas.microsoft.com/office/2006/metadata/properties"/>
    <ds:schemaRef ds:uri="http://schemas.microsoft.com/office/infopath/2007/PartnerControls"/>
    <ds:schemaRef ds:uri="5f42f848-eff6-4b22-9c87-75cc6a6f3d4c"/>
    <ds:schemaRef ds:uri="e81690aa-863a-493d-96a4-ced97de7fe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 courrier</Template>
  <TotalTime>1</TotalTime>
  <Pages>1</Pages>
  <Words>64</Words>
  <Characters>446</Characters>
  <Application>Microsoft Office Word</Application>
  <DocSecurity>0</DocSecurity>
  <Lines>3</Lines>
  <Paragraphs>1</Paragraphs>
  <ScaleCrop>false</ScaleCrop>
  <Company>Pôle emploi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Charte bureautique</dc:title>
  <dc:subject>Modèle de lettre couleur</dc:subject>
  <dc:creator>Sciallano</dc:creator>
  <cp:keywords/>
  <cp:lastModifiedBy>MORET Caroline</cp:lastModifiedBy>
  <cp:revision>30</cp:revision>
  <cp:lastPrinted>2015-01-08T22:08:00Z</cp:lastPrinted>
  <dcterms:created xsi:type="dcterms:W3CDTF">2024-04-26T11:58:00Z</dcterms:created>
  <dcterms:modified xsi:type="dcterms:W3CDTF">2025-09-23T10:09:00Z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BUILTIN\Administrateurs</vt:lpwstr>
  </property>
  <property fmtid="{D5CDD505-2E9C-101B-9397-08002B2CF9AE}" pid="3" name="Order">
    <vt:r8>6099600</vt:r8>
  </property>
  <property fmtid="{D5CDD505-2E9C-101B-9397-08002B2CF9AE}" pid="4" name="display_urn:schemas-microsoft-com:office:office#Author">
    <vt:lpwstr>BUILTIN\Administrateurs</vt:lpwstr>
  </property>
  <property fmtid="{D5CDD505-2E9C-101B-9397-08002B2CF9AE}" pid="5" name="ContentTypeId">
    <vt:lpwstr>0x0101000A16C61C4BF74F4EBD39F20A008F55FC</vt:lpwstr>
  </property>
  <property fmtid="{D5CDD505-2E9C-101B-9397-08002B2CF9AE}" pid="6" name="MediaServiceImageTags">
    <vt:lpwstr/>
  </property>
</Properties>
</file>